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659" w:rsidRPr="00976A3A" w:rsidRDefault="00C719A6" w:rsidP="00C719A6">
      <w:pPr>
        <w:rPr>
          <w:rFonts w:cs="Latha"/>
          <w:b/>
          <w:bCs/>
          <w:sz w:val="18"/>
          <w:szCs w:val="18"/>
        </w:rPr>
      </w:pPr>
      <w:r>
        <w:rPr>
          <w:rFonts w:cs="Latha"/>
          <w:b/>
          <w:bCs/>
          <w:noProof/>
          <w:sz w:val="18"/>
          <w:szCs w:val="18"/>
          <w:lang w:eastAsia="en-GB" w:bidi="ar-SA"/>
        </w:rPr>
        <w:drawing>
          <wp:anchor distT="0" distB="0" distL="114300" distR="114300" simplePos="0" relativeHeight="251658240" behindDoc="1" locked="0" layoutInCell="1" allowOverlap="1" wp14:editId="44FF5B69">
            <wp:simplePos x="0" y="0"/>
            <wp:positionH relativeFrom="column">
              <wp:posOffset>4792980</wp:posOffset>
            </wp:positionH>
            <wp:positionV relativeFrom="paragraph">
              <wp:posOffset>-481330</wp:posOffset>
            </wp:positionV>
            <wp:extent cx="1391285" cy="620395"/>
            <wp:effectExtent l="0" t="0" r="0" b="8255"/>
            <wp:wrapTight wrapText="bothSides">
              <wp:wrapPolygon edited="0">
                <wp:start x="0" y="0"/>
                <wp:lineTo x="0" y="21224"/>
                <wp:lineTo x="21294" y="21224"/>
                <wp:lineTo x="2129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659" w:rsidRPr="00976A3A">
        <w:rPr>
          <w:rFonts w:cs="Latha"/>
          <w:b/>
          <w:bCs/>
          <w:sz w:val="18"/>
          <w:szCs w:val="18"/>
          <w:cs/>
        </w:rPr>
        <w:t xml:space="preserve">புகார் படிவம் </w:t>
      </w:r>
      <w:r w:rsidR="00253659" w:rsidRPr="00976A3A">
        <w:rPr>
          <w:b/>
          <w:bCs/>
          <w:sz w:val="18"/>
          <w:szCs w:val="18"/>
        </w:rPr>
        <w:t xml:space="preserve">1A - </w:t>
      </w:r>
      <w:r w:rsidR="00253659" w:rsidRPr="00976A3A">
        <w:rPr>
          <w:rFonts w:cs="Latha"/>
          <w:b/>
          <w:bCs/>
          <w:sz w:val="18"/>
          <w:szCs w:val="18"/>
          <w:cs/>
        </w:rPr>
        <w:t>கைதியின்  முறைப்படியான புகார்ப் பதிலுக்கான மேல் முறையீடு</w:t>
      </w:r>
    </w:p>
    <w:p w:rsidR="00253659" w:rsidRPr="00976A3A" w:rsidRDefault="00253659">
      <w:pPr>
        <w:rPr>
          <w:rFonts w:cs="Latha"/>
          <w:b/>
          <w:bCs/>
          <w:sz w:val="16"/>
          <w:szCs w:val="16"/>
        </w:rPr>
      </w:pPr>
      <w:r w:rsidRPr="00976A3A">
        <w:rPr>
          <w:rFonts w:cs="Latha"/>
          <w:b/>
          <w:bCs/>
          <w:sz w:val="16"/>
          <w:szCs w:val="16"/>
          <w:cs/>
        </w:rPr>
        <w:t>ஸ்தாபனம் :</w:t>
      </w:r>
      <w:r w:rsidRPr="00976A3A">
        <w:rPr>
          <w:rFonts w:cs="Latha"/>
          <w:b/>
          <w:bCs/>
          <w:sz w:val="16"/>
          <w:szCs w:val="16"/>
          <w:cs/>
        </w:rPr>
        <w:tab/>
      </w:r>
      <w:r w:rsidR="00505A08" w:rsidRPr="00976A3A">
        <w:rPr>
          <w:rFonts w:cs="Latha"/>
          <w:b/>
          <w:bCs/>
          <w:sz w:val="16"/>
          <w:szCs w:val="16"/>
        </w:rPr>
        <w:tab/>
        <w:t xml:space="preserve"> </w:t>
      </w:r>
      <w:r w:rsidR="00505A08" w:rsidRPr="00976A3A">
        <w:rPr>
          <w:rFonts w:cs="Latha"/>
          <w:b/>
          <w:bCs/>
          <w:sz w:val="16"/>
          <w:szCs w:val="16"/>
        </w:rPr>
        <w:tab/>
      </w:r>
      <w:r w:rsidR="00505A08" w:rsidRPr="00976A3A">
        <w:rPr>
          <w:rFonts w:cs="Latha"/>
          <w:b/>
          <w:bCs/>
          <w:sz w:val="16"/>
          <w:szCs w:val="16"/>
        </w:rPr>
        <w:tab/>
      </w:r>
      <w:r w:rsidR="00505A08" w:rsidRPr="00976A3A">
        <w:rPr>
          <w:rFonts w:cs="Latha"/>
          <w:b/>
          <w:bCs/>
          <w:sz w:val="16"/>
          <w:szCs w:val="16"/>
        </w:rPr>
        <w:tab/>
      </w:r>
      <w:r w:rsidRPr="00976A3A">
        <w:rPr>
          <w:rFonts w:cs="Latha"/>
          <w:b/>
          <w:bCs/>
          <w:sz w:val="16"/>
          <w:szCs w:val="16"/>
          <w:cs/>
        </w:rPr>
        <w:t>வரிகை எண்:</w:t>
      </w:r>
    </w:p>
    <w:p w:rsidR="00253659" w:rsidRDefault="00253659" w:rsidP="00C719A6">
      <w:pPr>
        <w:jc w:val="center"/>
        <w:rPr>
          <w:rFonts w:cs="Latha"/>
          <w:b/>
          <w:bCs/>
          <w:sz w:val="18"/>
          <w:szCs w:val="18"/>
        </w:rPr>
      </w:pPr>
      <w:r w:rsidRPr="00253659">
        <w:rPr>
          <w:b/>
          <w:bCs/>
          <w:sz w:val="18"/>
          <w:szCs w:val="18"/>
        </w:rPr>
        <w:t>*</w:t>
      </w:r>
      <w:r w:rsidRPr="00253659">
        <w:rPr>
          <w:rFonts w:cs="Latha"/>
          <w:b/>
          <w:bCs/>
          <w:sz w:val="18"/>
          <w:szCs w:val="18"/>
          <w:cs/>
        </w:rPr>
        <w:t>இப்படிவத்தை ப் பயன்படுத்துவ ற்கு முன்பு கீழ்கண்ட குறிப்புகளைப் படிக்கவும்*</w:t>
      </w:r>
    </w:p>
    <w:p w:rsidR="00253659" w:rsidRPr="00253659" w:rsidRDefault="00253659" w:rsidP="00253659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253659">
        <w:rPr>
          <w:rFonts w:cs="Latha"/>
          <w:sz w:val="18"/>
          <w:szCs w:val="18"/>
          <w:cs/>
        </w:rPr>
        <w:t>இப்படிவம் தங்களின் எழுத்து மூலமான  புகாருக்கான  பதிலுக்கு எதிரான மேல் முகையிட்டு மனு. .</w:t>
      </w:r>
    </w:p>
    <w:p w:rsidR="00253659" w:rsidRPr="00253659" w:rsidRDefault="00253659" w:rsidP="00253659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253659">
        <w:rPr>
          <w:rFonts w:cs="Latha"/>
          <w:sz w:val="18"/>
          <w:szCs w:val="18"/>
          <w:cs/>
        </w:rPr>
        <w:t>ஏன் எங்கள்  பதிலில்   அதிருப்தி  என்பதை   தெளிவாக  சொல்லவும்.</w:t>
      </w:r>
    </w:p>
    <w:p w:rsidR="0044144E" w:rsidRPr="00AC181E" w:rsidRDefault="0044144E" w:rsidP="0044144E">
      <w:pPr>
        <w:pStyle w:val="ListParagraph"/>
        <w:numPr>
          <w:ilvl w:val="0"/>
          <w:numId w:val="1"/>
        </w:numPr>
        <w:rPr>
          <w:rFonts w:cs="Latha"/>
          <w:sz w:val="16"/>
          <w:szCs w:val="16"/>
        </w:rPr>
      </w:pPr>
      <w:r w:rsidRPr="00AC181E">
        <w:rPr>
          <w:rFonts w:cs="Latha"/>
          <w:sz w:val="16"/>
          <w:szCs w:val="16"/>
          <w:cs/>
        </w:rPr>
        <w:t>பூர்த்தி செய்யப்பட்ட</w:t>
      </w:r>
      <w:r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>இப்படிவத்தை</w:t>
      </w:r>
      <w:r>
        <w:rPr>
          <w:rFonts w:cs="Latha"/>
          <w:sz w:val="16"/>
          <w:szCs w:val="16"/>
          <w:cs/>
        </w:rPr>
        <w:t xml:space="preserve">  </w:t>
      </w:r>
      <w:r w:rsidRPr="00AC181E">
        <w:rPr>
          <w:rFonts w:cs="Latha"/>
          <w:sz w:val="16"/>
          <w:szCs w:val="16"/>
          <w:cs/>
        </w:rPr>
        <w:t xml:space="preserve"> வழங்கப்பட்ட பெட்டியில் போடவும்</w:t>
      </w:r>
    </w:p>
    <w:p w:rsidR="00253659" w:rsidRPr="0044144E" w:rsidRDefault="0044144E" w:rsidP="00253659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4144E">
        <w:rPr>
          <w:rFonts w:cs="Latha"/>
          <w:sz w:val="18"/>
          <w:szCs w:val="18"/>
          <w:cs/>
        </w:rPr>
        <w:t>மேலும் அதிருப்திக்குள்ளாகினால்</w:t>
      </w:r>
      <w:r w:rsidRPr="0044144E">
        <w:rPr>
          <w:sz w:val="18"/>
          <w:szCs w:val="18"/>
        </w:rPr>
        <w:t>,</w:t>
      </w:r>
      <w:r w:rsidRPr="0044144E">
        <w:rPr>
          <w:rFonts w:cs="Latha"/>
          <w:sz w:val="18"/>
          <w:szCs w:val="18"/>
          <w:cs/>
        </w:rPr>
        <w:t>உங்கள் புகாரை  பிபிஒ (சிறை  மற்றும் நன்னடத்தை  ஒம்பட்ஸ்ன்) க்கு அனுப்பலாம்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4144E" w:rsidTr="0044144E">
        <w:tc>
          <w:tcPr>
            <w:tcW w:w="9016" w:type="dxa"/>
          </w:tcPr>
          <w:p w:rsidR="0044144E" w:rsidRDefault="0044144E" w:rsidP="0044144E">
            <w:pPr>
              <w:rPr>
                <w:sz w:val="18"/>
                <w:szCs w:val="18"/>
              </w:rPr>
            </w:pPr>
          </w:p>
          <w:p w:rsidR="0014289E" w:rsidRPr="0014289E" w:rsidRDefault="0014289E" w:rsidP="0014289E">
            <w:pPr>
              <w:spacing w:after="160" w:line="259" w:lineRule="auto"/>
              <w:rPr>
                <w:rFonts w:cs="Latha"/>
                <w:b/>
                <w:bCs/>
                <w:sz w:val="16"/>
                <w:szCs w:val="16"/>
              </w:rPr>
            </w:pPr>
            <w:r w:rsidRPr="0014289E">
              <w:rPr>
                <w:rFonts w:cs="Latha"/>
                <w:b/>
                <w:bCs/>
                <w:sz w:val="16"/>
                <w:szCs w:val="16"/>
                <w:cs/>
              </w:rPr>
              <w:t>உங்கள் விபரங்கள் ( தயவு செய்து தடித்த தனி எழுத்துகளை (பிலோக் கபிடலை) பயன்படுத்துக)</w:t>
            </w:r>
            <w:r w:rsidRPr="0014289E">
              <w:rPr>
                <w:rFonts w:cs="Latha"/>
                <w:b/>
                <w:bCs/>
                <w:sz w:val="16"/>
                <w:szCs w:val="16"/>
              </w:rPr>
              <w:t>:</w:t>
            </w:r>
          </w:p>
          <w:p w:rsidR="0014289E" w:rsidRPr="00976A3A" w:rsidRDefault="0014289E" w:rsidP="0014289E">
            <w:pPr>
              <w:spacing w:after="160" w:line="259" w:lineRule="auto"/>
              <w:rPr>
                <w:rFonts w:cs="Latha"/>
                <w:b/>
                <w:bCs/>
                <w:sz w:val="16"/>
                <w:szCs w:val="16"/>
              </w:rPr>
            </w:pPr>
            <w:r w:rsidRPr="00976A3A">
              <w:rPr>
                <w:rFonts w:cs="Latha"/>
                <w:b/>
                <w:bCs/>
                <w:sz w:val="16"/>
                <w:szCs w:val="16"/>
                <w:cs/>
              </w:rPr>
              <w:t>முதல் பெபயர்(கள்):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 xml:space="preserve">                                          </w:t>
            </w:r>
            <w:r w:rsidR="00976A3A" w:rsidRPr="00976A3A">
              <w:rPr>
                <w:rFonts w:cs="Latha"/>
                <w:b/>
                <w:bCs/>
                <w:sz w:val="16"/>
                <w:szCs w:val="16"/>
              </w:rPr>
              <w:t xml:space="preserve">                     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 xml:space="preserve"> </w:t>
            </w:r>
            <w:r w:rsidR="00C719A6">
              <w:rPr>
                <w:rFonts w:cs="Latha"/>
                <w:b/>
                <w:bCs/>
                <w:sz w:val="16"/>
                <w:szCs w:val="16"/>
              </w:rPr>
              <w:t xml:space="preserve">  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 xml:space="preserve"> </w:t>
            </w:r>
            <w:r w:rsidRPr="00976A3A">
              <w:rPr>
                <w:rFonts w:cs="Latha"/>
                <w:b/>
                <w:bCs/>
                <w:sz w:val="16"/>
                <w:szCs w:val="16"/>
                <w:cs/>
              </w:rPr>
              <w:t>குடும்பப்  பெயர்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>:</w:t>
            </w:r>
          </w:p>
          <w:p w:rsidR="00C719A6" w:rsidRDefault="00C719A6" w:rsidP="0014289E">
            <w:pPr>
              <w:spacing w:after="160" w:line="259" w:lineRule="auto"/>
              <w:rPr>
                <w:rFonts w:cs="Latha"/>
                <w:b/>
                <w:bCs/>
                <w:sz w:val="16"/>
                <w:szCs w:val="16"/>
                <w:cs/>
              </w:rPr>
            </w:pPr>
          </w:p>
          <w:p w:rsidR="0014289E" w:rsidRPr="00976A3A" w:rsidRDefault="0014289E" w:rsidP="0014289E">
            <w:pPr>
              <w:spacing w:after="160" w:line="259" w:lineRule="auto"/>
              <w:rPr>
                <w:rFonts w:cs="Latha"/>
                <w:b/>
                <w:bCs/>
                <w:sz w:val="16"/>
                <w:szCs w:val="16"/>
              </w:rPr>
            </w:pPr>
            <w:r w:rsidRPr="00976A3A">
              <w:rPr>
                <w:rFonts w:cs="Latha"/>
                <w:b/>
                <w:bCs/>
                <w:sz w:val="16"/>
                <w:szCs w:val="16"/>
                <w:cs/>
              </w:rPr>
              <w:t>சிறை எண்: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 xml:space="preserve">                                                               </w:t>
            </w:r>
            <w:r w:rsidR="00976A3A" w:rsidRPr="00976A3A">
              <w:rPr>
                <w:rFonts w:cs="Latha"/>
                <w:b/>
                <w:bCs/>
                <w:sz w:val="16"/>
                <w:szCs w:val="16"/>
              </w:rPr>
              <w:t xml:space="preserve">                   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 xml:space="preserve"> </w:t>
            </w:r>
            <w:r w:rsidR="00C719A6">
              <w:rPr>
                <w:rFonts w:cs="Latha"/>
                <w:b/>
                <w:bCs/>
                <w:sz w:val="16"/>
                <w:szCs w:val="16"/>
              </w:rPr>
              <w:t xml:space="preserve">   </w:t>
            </w:r>
            <w:r w:rsidRPr="00976A3A">
              <w:rPr>
                <w:rFonts w:cs="Latha"/>
                <w:b/>
                <w:bCs/>
                <w:sz w:val="16"/>
                <w:szCs w:val="16"/>
              </w:rPr>
              <w:t xml:space="preserve"> </w:t>
            </w:r>
            <w:r w:rsidRPr="00976A3A">
              <w:rPr>
                <w:rFonts w:cs="Latha"/>
                <w:b/>
                <w:bCs/>
                <w:sz w:val="16"/>
                <w:szCs w:val="16"/>
                <w:cs/>
              </w:rPr>
              <w:t>விங்:</w:t>
            </w:r>
          </w:p>
          <w:p w:rsidR="00C719A6" w:rsidRDefault="00C719A6" w:rsidP="0044144E">
            <w:pPr>
              <w:rPr>
                <w:rFonts w:cs="Latha"/>
                <w:b/>
                <w:bCs/>
                <w:sz w:val="18"/>
                <w:szCs w:val="18"/>
                <w:cs/>
              </w:rPr>
            </w:pPr>
          </w:p>
          <w:p w:rsidR="0044144E" w:rsidRPr="00C719A6" w:rsidRDefault="00976A3A" w:rsidP="0044144E">
            <w:pPr>
              <w:rPr>
                <w:b/>
                <w:bCs/>
                <w:sz w:val="16"/>
                <w:szCs w:val="16"/>
              </w:rPr>
            </w:pPr>
            <w:r w:rsidRPr="00C719A6">
              <w:rPr>
                <w:rFonts w:cs="Latha"/>
                <w:b/>
                <w:bCs/>
                <w:sz w:val="16"/>
                <w:szCs w:val="16"/>
                <w:cs/>
              </w:rPr>
              <w:t>ஆரம்ப புகாரின்  வரிசை எண்</w:t>
            </w:r>
            <w:r w:rsidRPr="00C719A6">
              <w:rPr>
                <w:rFonts w:cs="Latha"/>
                <w:b/>
                <w:bCs/>
                <w:sz w:val="16"/>
                <w:szCs w:val="16"/>
              </w:rPr>
              <w:t xml:space="preserve">:                         </w:t>
            </w:r>
            <w:r w:rsidR="00C719A6">
              <w:rPr>
                <w:rFonts w:cs="Latha"/>
                <w:b/>
                <w:bCs/>
                <w:sz w:val="16"/>
                <w:szCs w:val="16"/>
              </w:rPr>
              <w:t xml:space="preserve">              </w:t>
            </w:r>
            <w:r w:rsidRPr="00C719A6">
              <w:rPr>
                <w:rFonts w:cs="Latha"/>
                <w:b/>
                <w:bCs/>
                <w:sz w:val="16"/>
                <w:szCs w:val="16"/>
                <w:cs/>
              </w:rPr>
              <w:t>இன்றைய தேதி</w:t>
            </w:r>
          </w:p>
          <w:p w:rsidR="00976A3A" w:rsidRPr="00C719A6" w:rsidRDefault="00976A3A" w:rsidP="0044144E">
            <w:pPr>
              <w:rPr>
                <w:b/>
                <w:bCs/>
                <w:sz w:val="16"/>
                <w:szCs w:val="16"/>
              </w:rPr>
            </w:pPr>
          </w:p>
          <w:p w:rsidR="00C937BE" w:rsidRPr="00C937BE" w:rsidRDefault="00C937BE" w:rsidP="00C937BE">
            <w:pPr>
              <w:rPr>
                <w:rFonts w:cs="Latha"/>
                <w:b/>
                <w:bCs/>
                <w:sz w:val="20"/>
                <w:szCs w:val="20"/>
              </w:rPr>
            </w:pP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எனது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புகாரை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விசாரிக்கும்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நோக்கத்திற்காக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ஆம்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இல்லை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என்ற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புக்மார்க்கில்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உள்ள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தகவல்களை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IMB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மற்றும்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PPO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செயலாக்கும்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என்பதை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நான்</w:t>
            </w:r>
            <w:proofErr w:type="spellEnd"/>
            <w:r w:rsidRPr="00C937BE">
              <w:rPr>
                <w:rFonts w:cs="Lath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7BE">
              <w:rPr>
                <w:rFonts w:ascii="Vijaya" w:hAnsi="Vijaya" w:cs="Vijaya"/>
                <w:b/>
                <w:bCs/>
                <w:sz w:val="20"/>
                <w:szCs w:val="20"/>
              </w:rPr>
              <w:t>ஒப்புக்கொள்கிறேன்</w:t>
            </w:r>
            <w:proofErr w:type="spellEnd"/>
          </w:p>
          <w:p w:rsidR="00976A3A" w:rsidRPr="00C937BE" w:rsidRDefault="00976A3A" w:rsidP="0044144E">
            <w:pPr>
              <w:rPr>
                <w:b/>
                <w:bCs/>
                <w:sz w:val="20"/>
                <w:szCs w:val="20"/>
              </w:rPr>
            </w:pPr>
          </w:p>
          <w:p w:rsidR="00C719A6" w:rsidRPr="00C719A6" w:rsidRDefault="00C719A6" w:rsidP="0044144E">
            <w:pPr>
              <w:rPr>
                <w:b/>
                <w:bCs/>
                <w:sz w:val="16"/>
                <w:szCs w:val="16"/>
              </w:rPr>
            </w:pPr>
          </w:p>
          <w:p w:rsidR="0044144E" w:rsidRPr="00C719A6" w:rsidRDefault="0014289E" w:rsidP="0044144E">
            <w:pPr>
              <w:rPr>
                <w:b/>
                <w:bCs/>
                <w:sz w:val="16"/>
                <w:szCs w:val="16"/>
              </w:rPr>
            </w:pPr>
            <w:r w:rsidRPr="00C719A6">
              <w:rPr>
                <w:rFonts w:cs="Latha"/>
                <w:b/>
                <w:bCs/>
                <w:sz w:val="16"/>
                <w:szCs w:val="16"/>
                <w:cs/>
              </w:rPr>
              <w:t>கைதியின்  கையொப்பம்</w:t>
            </w:r>
          </w:p>
          <w:p w:rsidR="0044144E" w:rsidRDefault="0044144E" w:rsidP="0044144E">
            <w:pPr>
              <w:rPr>
                <w:sz w:val="18"/>
                <w:szCs w:val="18"/>
              </w:rPr>
            </w:pPr>
          </w:p>
          <w:p w:rsidR="0044144E" w:rsidRDefault="0044144E" w:rsidP="0044144E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A5473A" w:rsidRDefault="00A5473A" w:rsidP="0014289E">
      <w:pPr>
        <w:rPr>
          <w:sz w:val="18"/>
          <w:szCs w:val="18"/>
        </w:rPr>
      </w:pPr>
    </w:p>
    <w:p w:rsidR="0014289E" w:rsidRPr="0014289E" w:rsidRDefault="00A5473A" w:rsidP="00C719A6">
      <w:pPr>
        <w:rPr>
          <w:rFonts w:cs="Latha"/>
          <w:sz w:val="18"/>
          <w:szCs w:val="18"/>
        </w:rPr>
      </w:pPr>
      <w:r>
        <w:rPr>
          <w:noProof/>
          <w:sz w:val="18"/>
          <w:szCs w:val="18"/>
          <w:lang w:eastAsia="en-GB" w:bidi="ar-SA"/>
        </w:rPr>
        <w:drawing>
          <wp:inline distT="0" distB="0" distL="0" distR="0" wp14:anchorId="7AD7E0B1" wp14:editId="561F9919">
            <wp:extent cx="561975" cy="266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4289E" w:rsidRPr="0014289E">
        <w:rPr>
          <w:sz w:val="18"/>
          <w:szCs w:val="18"/>
        </w:rPr>
        <w:t xml:space="preserve">- - - - - - - - - - </w:t>
      </w:r>
      <w:r w:rsidR="0014289E" w:rsidRPr="0014289E">
        <w:rPr>
          <w:rFonts w:cs="Latha"/>
          <w:sz w:val="18"/>
          <w:szCs w:val="18"/>
          <w:cs/>
        </w:rPr>
        <w:t>இதை வெட்டி எடுத்து கைதியிடம் ஒப்படைக்கவும் - - - - - - - - - -</w:t>
      </w:r>
    </w:p>
    <w:p w:rsidR="0014289E" w:rsidRPr="0014289E" w:rsidRDefault="0014289E" w:rsidP="0014289E">
      <w:pPr>
        <w:jc w:val="center"/>
        <w:rPr>
          <w:b/>
          <w:bCs/>
          <w:sz w:val="18"/>
          <w:szCs w:val="18"/>
        </w:rPr>
      </w:pPr>
      <w:r w:rsidRPr="0014289E">
        <w:rPr>
          <w:rFonts w:cs="Latha"/>
          <w:b/>
          <w:bCs/>
          <w:sz w:val="18"/>
          <w:szCs w:val="18"/>
          <w:cs/>
        </w:rPr>
        <w:t>வரிசை  எண்</w:t>
      </w:r>
      <w:r w:rsidRPr="0014289E">
        <w:rPr>
          <w:rFonts w:cs="Latha"/>
          <w:b/>
          <w:bCs/>
          <w:sz w:val="18"/>
          <w:szCs w:val="18"/>
        </w:rPr>
        <w:t>:</w:t>
      </w:r>
    </w:p>
    <w:p w:rsidR="0014289E" w:rsidRDefault="0014289E" w:rsidP="0044144E">
      <w:pPr>
        <w:rPr>
          <w:rFonts w:cs="Latha"/>
          <w:b/>
          <w:bCs/>
          <w:sz w:val="18"/>
          <w:szCs w:val="18"/>
        </w:rPr>
      </w:pPr>
      <w:r w:rsidRPr="0014289E">
        <w:rPr>
          <w:rFonts w:cs="Latha"/>
          <w:b/>
          <w:bCs/>
          <w:sz w:val="18"/>
          <w:szCs w:val="18"/>
          <w:cs/>
        </w:rPr>
        <w:t>கைதி  பெயர்:</w:t>
      </w:r>
      <w:r>
        <w:rPr>
          <w:rFonts w:cs="Latha"/>
          <w:b/>
          <w:bCs/>
          <w:sz w:val="18"/>
          <w:szCs w:val="18"/>
        </w:rPr>
        <w:t xml:space="preserve">                                                                                                               </w:t>
      </w:r>
      <w:r w:rsidRPr="0014289E">
        <w:rPr>
          <w:rFonts w:cs="Latha"/>
          <w:b/>
          <w:bCs/>
          <w:sz w:val="18"/>
          <w:szCs w:val="18"/>
          <w:cs/>
        </w:rPr>
        <w:t xml:space="preserve"> கைதி  எண்:</w:t>
      </w:r>
    </w:p>
    <w:p w:rsidR="0014289E" w:rsidRDefault="0014289E" w:rsidP="0014289E">
      <w:pPr>
        <w:rPr>
          <w:rFonts w:cs="Latha"/>
          <w:sz w:val="18"/>
          <w:szCs w:val="18"/>
        </w:rPr>
      </w:pPr>
      <w:r w:rsidRPr="0014289E">
        <w:rPr>
          <w:rFonts w:cs="Latha"/>
          <w:sz w:val="18"/>
          <w:szCs w:val="18"/>
          <w:cs/>
        </w:rPr>
        <w:t>தங்கள் புகார் --------------- தேதி அன்று கிடைக்கப்பெற்றது</w:t>
      </w:r>
      <w:r w:rsidRPr="0014289E">
        <w:rPr>
          <w:rFonts w:cs="Latha"/>
          <w:sz w:val="18"/>
          <w:szCs w:val="18"/>
        </w:rPr>
        <w:t xml:space="preserve">, </w:t>
      </w:r>
      <w:r w:rsidRPr="0014289E">
        <w:rPr>
          <w:rFonts w:cs="Latha"/>
          <w:sz w:val="18"/>
          <w:szCs w:val="18"/>
          <w:cs/>
        </w:rPr>
        <w:t>கீழ் காணப்படும்  அணி தங்களின் புகாரைக் கையாளும்</w:t>
      </w:r>
      <w:r w:rsidRPr="0014289E">
        <w:rPr>
          <w:rFonts w:cs="Latha"/>
          <w:sz w:val="18"/>
          <w:szCs w:val="18"/>
        </w:rPr>
        <w:t>,</w:t>
      </w:r>
      <w:r w:rsidRPr="0014289E">
        <w:rPr>
          <w:sz w:val="18"/>
          <w:szCs w:val="18"/>
          <w:cs/>
        </w:rPr>
        <w:t xml:space="preserve"> </w:t>
      </w:r>
      <w:r w:rsidRPr="0014289E">
        <w:rPr>
          <w:rFonts w:cs="Latha"/>
          <w:sz w:val="18"/>
          <w:szCs w:val="18"/>
          <w:cs/>
        </w:rPr>
        <w:t>கொடுக்கப்பட்ட தேதியில் பதிலை நீங்கள் பெறுவீர்கள்.</w:t>
      </w:r>
    </w:p>
    <w:p w:rsidR="00A5473A" w:rsidRPr="0014289E" w:rsidRDefault="00A5473A" w:rsidP="0014289E">
      <w:pPr>
        <w:rPr>
          <w:rFonts w:cs="Latha"/>
          <w:sz w:val="18"/>
          <w:szCs w:val="18"/>
        </w:rPr>
      </w:pPr>
    </w:p>
    <w:p w:rsidR="0014289E" w:rsidRDefault="0014289E" w:rsidP="0014289E">
      <w:pPr>
        <w:rPr>
          <w:rFonts w:cs="Latha"/>
          <w:b/>
          <w:bCs/>
          <w:sz w:val="18"/>
          <w:szCs w:val="18"/>
        </w:rPr>
      </w:pPr>
      <w:r w:rsidRPr="0014289E">
        <w:rPr>
          <w:rFonts w:cs="Latha"/>
          <w:b/>
          <w:bCs/>
          <w:sz w:val="18"/>
          <w:szCs w:val="18"/>
          <w:cs/>
        </w:rPr>
        <w:t>அணி:</w:t>
      </w:r>
      <w:r w:rsidRPr="0014289E">
        <w:rPr>
          <w:rFonts w:cs="Latha"/>
          <w:b/>
          <w:bCs/>
          <w:sz w:val="18"/>
          <w:szCs w:val="18"/>
        </w:rPr>
        <w:t xml:space="preserve">                                                                                                        </w:t>
      </w:r>
      <w:r w:rsidRPr="0014289E">
        <w:rPr>
          <w:rFonts w:cs="Latha"/>
          <w:b/>
          <w:bCs/>
          <w:sz w:val="18"/>
          <w:szCs w:val="18"/>
          <w:cs/>
        </w:rPr>
        <w:t>பதிலளிப்பதற்கான தேதி</w:t>
      </w:r>
    </w:p>
    <w:p w:rsidR="0014289E" w:rsidRPr="0014289E" w:rsidRDefault="0014289E" w:rsidP="0014289E">
      <w:pPr>
        <w:jc w:val="both"/>
        <w:rPr>
          <w:rFonts w:cs="Latha"/>
          <w:sz w:val="18"/>
          <w:szCs w:val="18"/>
        </w:rPr>
      </w:pPr>
      <w:r w:rsidRPr="0014289E">
        <w:rPr>
          <w:rFonts w:cs="Latha"/>
          <w:sz w:val="18"/>
          <w:szCs w:val="18"/>
          <w:cs/>
        </w:rPr>
        <w:t>சில சந்தர்ப்பங்களில் உங்கள் புகாரானது கொடுக்கப்பட்ட நேரத்தில்  தீர்க்க  எளிதாக  இருக்காது அல்லது  மற்றொரு  ஊழியரின் கலந்தாய்வு தேவைப்படலாம்..அவ்வாறு இருந்தால் மேலே  உள்ள பதிலளிப்பதற்கான தேதிக்கு முன் உங்கள் இடைக்கால தீர்வினைப்  பெறுவீர்கள்</w:t>
      </w:r>
      <w:r w:rsidRPr="0014289E">
        <w:rPr>
          <w:rFonts w:cs="Latha"/>
          <w:sz w:val="18"/>
          <w:szCs w:val="18"/>
        </w:rPr>
        <w:t>,</w:t>
      </w:r>
      <w:r w:rsidRPr="0014289E">
        <w:rPr>
          <w:rFonts w:cs="Latha"/>
          <w:sz w:val="18"/>
          <w:szCs w:val="18"/>
          <w:cs/>
        </w:rPr>
        <w:t>அவ்வாறு நிகழ்கையில் தாமதத்தின் காரணம்  மற்றும்  கையாளும் ஊழியரின் பெயர் போன்ற  விபரங்களும் தெரிவிக்கப்படும்</w:t>
      </w:r>
      <w:r w:rsidRPr="0014289E">
        <w:rPr>
          <w:rFonts w:cs="Latha"/>
          <w:sz w:val="18"/>
          <w:szCs w:val="18"/>
        </w:rPr>
        <w:t>.</w:t>
      </w:r>
    </w:p>
    <w:p w:rsidR="009346A7" w:rsidRDefault="009346A7" w:rsidP="009346A7">
      <w:pPr>
        <w:rPr>
          <w:rFonts w:cs="Latha"/>
          <w:b/>
          <w:bCs/>
          <w:sz w:val="16"/>
          <w:szCs w:val="16"/>
        </w:rPr>
      </w:pPr>
    </w:p>
    <w:p w:rsidR="009346A7" w:rsidRDefault="009346A7" w:rsidP="009346A7">
      <w:pPr>
        <w:rPr>
          <w:rFonts w:cs="Latha"/>
          <w:b/>
          <w:bCs/>
          <w:sz w:val="16"/>
          <w:szCs w:val="16"/>
        </w:rPr>
      </w:pPr>
      <w:r w:rsidRPr="00FA6480">
        <w:rPr>
          <w:rFonts w:cs="Latha"/>
          <w:b/>
          <w:bCs/>
          <w:sz w:val="16"/>
          <w:szCs w:val="16"/>
          <w:cs/>
        </w:rPr>
        <w:t>மீள்மனு:</w:t>
      </w:r>
      <w:r>
        <w:rPr>
          <w:rFonts w:cs="Latha"/>
          <w:b/>
          <w:bCs/>
          <w:sz w:val="16"/>
          <w:szCs w:val="16"/>
        </w:rPr>
        <w:t xml:space="preserve"> </w:t>
      </w:r>
      <w:r w:rsidRPr="00FA6480">
        <w:rPr>
          <w:rFonts w:cs="Latha"/>
          <w:b/>
          <w:bCs/>
          <w:sz w:val="16"/>
          <w:szCs w:val="16"/>
          <w:cs/>
        </w:rPr>
        <w:t>உங்கள் புகார் தொடர்பான பதிலில் உங்களுக்கு இருக்கும்</w:t>
      </w:r>
      <w:r w:rsidR="00976A3A">
        <w:rPr>
          <w:rFonts w:cs="Latha"/>
          <w:b/>
          <w:bCs/>
          <w:sz w:val="16"/>
          <w:szCs w:val="16"/>
        </w:rPr>
        <w:t xml:space="preserve"> </w:t>
      </w:r>
      <w:r w:rsidRPr="00FA6480">
        <w:rPr>
          <w:rFonts w:cs="Latha"/>
          <w:b/>
          <w:bCs/>
          <w:sz w:val="16"/>
          <w:szCs w:val="16"/>
          <w:cs/>
        </w:rPr>
        <w:t>அதிருப்தி என்ன</w:t>
      </w:r>
      <w:r>
        <w:rPr>
          <w:rFonts w:cs="Latha"/>
          <w:b/>
          <w:bCs/>
          <w:sz w:val="16"/>
          <w:szCs w:val="16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46A7" w:rsidTr="0053167F">
        <w:tc>
          <w:tcPr>
            <w:tcW w:w="9016" w:type="dxa"/>
          </w:tcPr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  <w:p w:rsidR="009346A7" w:rsidRDefault="009346A7" w:rsidP="0053167F">
            <w:pPr>
              <w:rPr>
                <w:rFonts w:cs="Latha"/>
                <w:b/>
                <w:bCs/>
                <w:sz w:val="16"/>
                <w:szCs w:val="16"/>
              </w:rPr>
            </w:pPr>
          </w:p>
        </w:tc>
      </w:tr>
    </w:tbl>
    <w:p w:rsidR="009346A7" w:rsidRDefault="009346A7" w:rsidP="009346A7">
      <w:pPr>
        <w:rPr>
          <w:rFonts w:cs="Latha"/>
          <w:b/>
          <w:bCs/>
          <w:sz w:val="16"/>
          <w:szCs w:val="16"/>
        </w:rPr>
      </w:pPr>
    </w:p>
    <w:p w:rsidR="009346A7" w:rsidRPr="00FA6480" w:rsidRDefault="009346A7" w:rsidP="009346A7">
      <w:pPr>
        <w:spacing w:before="308" w:after="0" w:line="270" w:lineRule="exact"/>
        <w:jc w:val="center"/>
        <w:textAlignment w:val="baseline"/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</w:pPr>
      <w:r w:rsidRPr="00FA6480">
        <w:rPr>
          <w:rFonts w:ascii="Latha" w:eastAsia="Latha" w:hAnsi="Latha" w:cs="Latha"/>
          <w:color w:val="000000"/>
          <w:spacing w:val="-5"/>
          <w:sz w:val="18"/>
          <w:szCs w:val="18"/>
          <w:cs/>
          <w:lang w:val="en-US"/>
        </w:rPr>
        <w:t>அகற்றும்</w:t>
      </w:r>
      <w:r w:rsidRPr="00FA6480"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  <w:t xml:space="preserve"> </w:t>
      </w:r>
      <w:r w:rsidRPr="00FA6480">
        <w:rPr>
          <w:rFonts w:ascii="Latha" w:eastAsia="Latha" w:hAnsi="Latha" w:cs="Latha"/>
          <w:color w:val="000000"/>
          <w:spacing w:val="-5"/>
          <w:sz w:val="18"/>
          <w:szCs w:val="18"/>
          <w:cs/>
          <w:lang w:val="en-US"/>
        </w:rPr>
        <w:t>சீட்டுக்கு</w:t>
      </w:r>
      <w:r w:rsidRPr="00FA6480">
        <w:rPr>
          <w:rFonts w:ascii="Latha" w:eastAsia="Latha" w:hAnsi="Latha" w:cs="Times New Roman"/>
          <w:color w:val="000000"/>
          <w:spacing w:val="-5"/>
          <w:sz w:val="18"/>
          <w:lang w:val="en-US" w:bidi="ar-SA"/>
        </w:rPr>
        <w:t xml:space="preserve"> </w:t>
      </w:r>
      <w:r w:rsidRPr="00FA6480">
        <w:rPr>
          <w:rFonts w:ascii="Latha" w:eastAsia="Latha" w:hAnsi="Latha" w:cs="Latha"/>
          <w:color w:val="000000"/>
          <w:spacing w:val="-5"/>
          <w:sz w:val="18"/>
          <w:szCs w:val="18"/>
          <w:cs/>
          <w:lang w:val="en-US"/>
        </w:rPr>
        <w:t>பின்</w:t>
      </w:r>
    </w:p>
    <w:p w:rsidR="009346A7" w:rsidRDefault="009346A7" w:rsidP="009346A7">
      <w:pPr>
        <w:rPr>
          <w:rFonts w:cs="Latha"/>
          <w:b/>
          <w:bCs/>
          <w:sz w:val="16"/>
          <w:szCs w:val="16"/>
        </w:rPr>
      </w:pPr>
    </w:p>
    <w:p w:rsidR="009346A7" w:rsidRDefault="009346A7" w:rsidP="009346A7">
      <w:pPr>
        <w:rPr>
          <w:rFonts w:cs="Latha"/>
          <w:b/>
          <w:bCs/>
          <w:sz w:val="16"/>
          <w:szCs w:val="16"/>
        </w:rPr>
      </w:pPr>
    </w:p>
    <w:p w:rsidR="009346A7" w:rsidRDefault="009346A7" w:rsidP="009346A7">
      <w:pPr>
        <w:rPr>
          <w:rFonts w:cs="Latha"/>
          <w:b/>
          <w:bCs/>
          <w:sz w:val="16"/>
          <w:szCs w:val="16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9346A7" w:rsidRDefault="009346A7" w:rsidP="0052704D">
      <w:pPr>
        <w:jc w:val="both"/>
        <w:rPr>
          <w:rFonts w:cs="Latha"/>
          <w:sz w:val="18"/>
          <w:szCs w:val="18"/>
        </w:rPr>
      </w:pPr>
    </w:p>
    <w:p w:rsidR="0052704D" w:rsidRPr="0052704D" w:rsidRDefault="0052704D" w:rsidP="0052704D">
      <w:pPr>
        <w:jc w:val="both"/>
        <w:rPr>
          <w:rFonts w:cs="Latha"/>
          <w:sz w:val="18"/>
          <w:szCs w:val="18"/>
        </w:rPr>
      </w:pPr>
      <w:r w:rsidRPr="0052704D">
        <w:rPr>
          <w:rFonts w:cs="Latha"/>
          <w:sz w:val="18"/>
          <w:szCs w:val="18"/>
          <w:cs/>
        </w:rPr>
        <w:lastRenderedPageBreak/>
        <w:t>ஊழியர் ஒருவர் புகாருக்கு பதில் அளிக்கையில் கீழ்க் கண்ட  விபரங்களை  கருத்தில்  கொள்ள வேண்டும்</w:t>
      </w:r>
      <w:r w:rsidRPr="0052704D">
        <w:rPr>
          <w:rFonts w:cs="Latha"/>
          <w:sz w:val="18"/>
          <w:szCs w:val="18"/>
        </w:rPr>
        <w:t>:</w:t>
      </w:r>
    </w:p>
    <w:p w:rsidR="0052704D" w:rsidRPr="0052704D" w:rsidRDefault="0052704D" w:rsidP="0052704D">
      <w:pPr>
        <w:numPr>
          <w:ilvl w:val="0"/>
          <w:numId w:val="3"/>
        </w:numPr>
        <w:contextualSpacing/>
        <w:jc w:val="both"/>
        <w:rPr>
          <w:rFonts w:cs="Latha"/>
          <w:sz w:val="18"/>
          <w:szCs w:val="18"/>
        </w:rPr>
      </w:pPr>
      <w:r w:rsidRPr="0052704D">
        <w:rPr>
          <w:rFonts w:cs="Latha"/>
          <w:b/>
          <w:bCs/>
          <w:sz w:val="18"/>
          <w:szCs w:val="18"/>
          <w:cs/>
        </w:rPr>
        <w:t>குரல்:</w:t>
      </w:r>
      <w:r w:rsidRPr="0052704D">
        <w:rPr>
          <w:rFonts w:cs="Latha"/>
          <w:sz w:val="18"/>
          <w:szCs w:val="18"/>
          <w:cs/>
        </w:rPr>
        <w:t xml:space="preserve"> மக்கள் தங்கள் பக்கம் இருக்கும் நியாயத்தை தெரிவிக்க வாய்ப்பளித்து</w:t>
      </w:r>
      <w:r w:rsidRPr="0052704D">
        <w:rPr>
          <w:rFonts w:cs="Latha"/>
          <w:sz w:val="18"/>
          <w:szCs w:val="18"/>
        </w:rPr>
        <w:t>,</w:t>
      </w:r>
      <w:r w:rsidRPr="0052704D">
        <w:rPr>
          <w:rFonts w:cs="Latha"/>
          <w:sz w:val="18"/>
          <w:szCs w:val="18"/>
          <w:cs/>
        </w:rPr>
        <w:t>அதனை  முடிவேடுப்பதில் நேர்மையுடன் கருத்தில் கொள்ள வேண்டும்</w:t>
      </w:r>
    </w:p>
    <w:p w:rsidR="0052704D" w:rsidRPr="0052704D" w:rsidRDefault="0052704D" w:rsidP="0052704D">
      <w:pPr>
        <w:numPr>
          <w:ilvl w:val="0"/>
          <w:numId w:val="3"/>
        </w:numPr>
        <w:contextualSpacing/>
        <w:jc w:val="both"/>
        <w:rPr>
          <w:rFonts w:cs="Latha"/>
          <w:sz w:val="18"/>
          <w:szCs w:val="18"/>
        </w:rPr>
      </w:pPr>
      <w:r w:rsidRPr="0052704D">
        <w:rPr>
          <w:rFonts w:cs="Latha"/>
          <w:b/>
          <w:bCs/>
          <w:sz w:val="18"/>
          <w:szCs w:val="18"/>
          <w:cs/>
        </w:rPr>
        <w:t>நடுநிலை:</w:t>
      </w:r>
      <w:r w:rsidR="001531FC">
        <w:rPr>
          <w:rFonts w:cs="Latha"/>
          <w:b/>
          <w:bCs/>
          <w:sz w:val="18"/>
          <w:szCs w:val="18"/>
        </w:rPr>
        <w:t xml:space="preserve"> </w:t>
      </w:r>
      <w:r w:rsidRPr="0052704D">
        <w:rPr>
          <w:rFonts w:cs="Latha"/>
          <w:sz w:val="18"/>
          <w:szCs w:val="18"/>
          <w:cs/>
        </w:rPr>
        <w:t xml:space="preserve">விதிகள் எவ்வாறு </w:t>
      </w:r>
      <w:r w:rsidR="001531FC" w:rsidRPr="001531FC">
        <w:rPr>
          <w:rFonts w:cs="Latha"/>
          <w:sz w:val="18"/>
          <w:szCs w:val="18"/>
          <w:cs/>
        </w:rPr>
        <w:t xml:space="preserve">பிரயோகிக்கப்படுகின்றன  என்பதில் </w:t>
      </w:r>
      <w:r w:rsidRPr="0052704D">
        <w:rPr>
          <w:rFonts w:cs="Latha"/>
          <w:sz w:val="18"/>
          <w:szCs w:val="18"/>
          <w:cs/>
        </w:rPr>
        <w:t xml:space="preserve">  </w:t>
      </w:r>
      <w:r w:rsidR="009346A7" w:rsidRPr="009346A7">
        <w:rPr>
          <w:rFonts w:cs="Latha"/>
          <w:sz w:val="18"/>
          <w:szCs w:val="18"/>
          <w:cs/>
        </w:rPr>
        <w:t>வெ</w:t>
      </w:r>
      <w:r w:rsidRPr="0052704D">
        <w:rPr>
          <w:rFonts w:cs="Latha"/>
          <w:sz w:val="18"/>
          <w:szCs w:val="18"/>
          <w:cs/>
        </w:rPr>
        <w:t>ளிப்படையாகவும் திறந்த மனத்துடன்  இருப்பதும் மற்றும்</w:t>
      </w:r>
      <w:r w:rsidRPr="0052704D">
        <w:rPr>
          <w:rFonts w:cs="Latha"/>
          <w:sz w:val="18"/>
          <w:szCs w:val="18"/>
        </w:rPr>
        <w:t xml:space="preserve">, </w:t>
      </w:r>
      <w:r w:rsidRPr="0052704D">
        <w:rPr>
          <w:rFonts w:cs="Latha"/>
          <w:sz w:val="18"/>
          <w:szCs w:val="18"/>
          <w:cs/>
        </w:rPr>
        <w:t xml:space="preserve">முடிவெடுப்பதும் முடிவுகளை விளக்குவதும் </w:t>
      </w:r>
      <w:r w:rsidRPr="0052704D">
        <w:rPr>
          <w:rFonts w:cs="Latha"/>
          <w:sz w:val="18"/>
          <w:szCs w:val="18"/>
        </w:rPr>
        <w:t>,</w:t>
      </w:r>
      <w:r w:rsidRPr="0052704D">
        <w:rPr>
          <w:rFonts w:cs="Latha"/>
          <w:sz w:val="18"/>
          <w:szCs w:val="18"/>
          <w:cs/>
        </w:rPr>
        <w:t>கொள்கை ரீதியாகவும் நடுநிலையானதாகவும் காணப்படல் வேண்டும்</w:t>
      </w:r>
    </w:p>
    <w:p w:rsidR="0052704D" w:rsidRPr="0052704D" w:rsidRDefault="0052704D" w:rsidP="0052704D">
      <w:pPr>
        <w:numPr>
          <w:ilvl w:val="0"/>
          <w:numId w:val="3"/>
        </w:numPr>
        <w:contextualSpacing/>
        <w:jc w:val="both"/>
        <w:rPr>
          <w:rFonts w:cs="Latha"/>
          <w:sz w:val="18"/>
          <w:szCs w:val="18"/>
        </w:rPr>
      </w:pPr>
      <w:r w:rsidRPr="0052704D">
        <w:rPr>
          <w:rFonts w:cs="Latha"/>
          <w:b/>
          <w:bCs/>
          <w:sz w:val="18"/>
          <w:szCs w:val="18"/>
          <w:cs/>
        </w:rPr>
        <w:t>கண்ணியம்:</w:t>
      </w:r>
      <w:r w:rsidRPr="0052704D">
        <w:rPr>
          <w:rFonts w:cs="Latha"/>
          <w:sz w:val="18"/>
          <w:szCs w:val="18"/>
          <w:cs/>
        </w:rPr>
        <w:t xml:space="preserve"> மக்களின் பிரச்சனைகளில் </w:t>
      </w:r>
      <w:r w:rsidR="001531FC" w:rsidRPr="001531FC">
        <w:rPr>
          <w:rFonts w:cs="Latha"/>
          <w:sz w:val="18"/>
          <w:szCs w:val="18"/>
          <w:cs/>
        </w:rPr>
        <w:t>தீவிர</w:t>
      </w:r>
      <w:r w:rsidR="00957F75" w:rsidRPr="00957F75">
        <w:rPr>
          <w:rFonts w:cs="Latha"/>
          <w:sz w:val="18"/>
          <w:szCs w:val="18"/>
          <w:cs/>
        </w:rPr>
        <w:t xml:space="preserve">ம் </w:t>
      </w:r>
      <w:r w:rsidR="001531FC" w:rsidRPr="001531FC">
        <w:rPr>
          <w:rFonts w:cs="Latha"/>
          <w:sz w:val="18"/>
          <w:szCs w:val="18"/>
          <w:cs/>
        </w:rPr>
        <w:t xml:space="preserve"> </w:t>
      </w:r>
      <w:r w:rsidRPr="0052704D">
        <w:rPr>
          <w:rFonts w:cs="Latha"/>
          <w:sz w:val="18"/>
          <w:szCs w:val="18"/>
          <w:cs/>
        </w:rPr>
        <w:t>கொண்டு</w:t>
      </w:r>
      <w:r w:rsidRPr="0052704D">
        <w:rPr>
          <w:rFonts w:cs="Latha"/>
          <w:sz w:val="18"/>
          <w:szCs w:val="18"/>
        </w:rPr>
        <w:t xml:space="preserve">, </w:t>
      </w:r>
      <w:r w:rsidRPr="0052704D">
        <w:rPr>
          <w:rFonts w:cs="Latha"/>
          <w:sz w:val="18"/>
          <w:szCs w:val="18"/>
          <w:cs/>
        </w:rPr>
        <w:t>அவர்களின் உரிமைகளை  மதித்து</w:t>
      </w:r>
      <w:r w:rsidRPr="0052704D">
        <w:rPr>
          <w:rFonts w:cs="Latha"/>
          <w:sz w:val="18"/>
          <w:szCs w:val="18"/>
        </w:rPr>
        <w:t>,</w:t>
      </w:r>
      <w:r w:rsidR="001531FC">
        <w:rPr>
          <w:rFonts w:cs="Latha"/>
          <w:sz w:val="18"/>
          <w:szCs w:val="18"/>
        </w:rPr>
        <w:t xml:space="preserve"> </w:t>
      </w:r>
      <w:r w:rsidRPr="0052704D">
        <w:rPr>
          <w:rFonts w:cs="Latha"/>
          <w:sz w:val="18"/>
          <w:szCs w:val="18"/>
        </w:rPr>
        <w:t xml:space="preserve"> </w:t>
      </w:r>
      <w:r w:rsidRPr="0052704D">
        <w:rPr>
          <w:rFonts w:cs="Latha"/>
          <w:sz w:val="18"/>
          <w:szCs w:val="18"/>
          <w:cs/>
        </w:rPr>
        <w:t>அவர்களை  பணிவுடனும் கண்ணியத்துடனும் நடத்த வேண்டும்</w:t>
      </w:r>
    </w:p>
    <w:p w:rsidR="0052704D" w:rsidRPr="0052704D" w:rsidRDefault="0052704D" w:rsidP="0052704D">
      <w:pPr>
        <w:numPr>
          <w:ilvl w:val="0"/>
          <w:numId w:val="3"/>
        </w:numPr>
        <w:contextualSpacing/>
        <w:jc w:val="both"/>
        <w:rPr>
          <w:rFonts w:cs="Latha"/>
          <w:sz w:val="18"/>
          <w:szCs w:val="18"/>
        </w:rPr>
      </w:pPr>
      <w:r w:rsidRPr="0052704D">
        <w:rPr>
          <w:rFonts w:cs="Latha"/>
          <w:b/>
          <w:bCs/>
          <w:sz w:val="18"/>
          <w:szCs w:val="18"/>
          <w:cs/>
        </w:rPr>
        <w:t>நம்பகரமான நோக்கங்கள்</w:t>
      </w:r>
      <w:r w:rsidRPr="0052704D">
        <w:rPr>
          <w:rFonts w:cs="Latha"/>
          <w:b/>
          <w:bCs/>
          <w:sz w:val="18"/>
          <w:szCs w:val="18"/>
        </w:rPr>
        <w:t>:</w:t>
      </w:r>
      <w:r w:rsidR="00976A3A">
        <w:rPr>
          <w:rFonts w:cs="Latha"/>
          <w:b/>
          <w:bCs/>
          <w:sz w:val="18"/>
          <w:szCs w:val="18"/>
        </w:rPr>
        <w:t xml:space="preserve"> </w:t>
      </w:r>
      <w:r w:rsidRPr="0052704D">
        <w:rPr>
          <w:rFonts w:cs="Latha"/>
          <w:sz w:val="18"/>
          <w:szCs w:val="18"/>
          <w:cs/>
        </w:rPr>
        <w:t>நேர்மையாகவும்</w:t>
      </w:r>
      <w:r w:rsidRPr="0052704D">
        <w:rPr>
          <w:rFonts w:cs="Latha"/>
          <w:sz w:val="18"/>
          <w:szCs w:val="18"/>
        </w:rPr>
        <w:t xml:space="preserve">, </w:t>
      </w:r>
      <w:r w:rsidRPr="0052704D">
        <w:rPr>
          <w:rFonts w:cs="Latha"/>
          <w:sz w:val="18"/>
          <w:szCs w:val="18"/>
          <w:cs/>
        </w:rPr>
        <w:t>அக்கறையுடனும்</w:t>
      </w:r>
      <w:r w:rsidRPr="0052704D">
        <w:rPr>
          <w:rFonts w:cs="Latha"/>
          <w:sz w:val="18"/>
          <w:szCs w:val="18"/>
        </w:rPr>
        <w:t xml:space="preserve">, </w:t>
      </w:r>
      <w:r w:rsidRPr="0052704D">
        <w:rPr>
          <w:rFonts w:cs="Latha"/>
          <w:sz w:val="18"/>
          <w:szCs w:val="18"/>
          <w:cs/>
        </w:rPr>
        <w:t>நம்பகமான நோக்கங்களுடனும்</w:t>
      </w:r>
      <w:r w:rsidRPr="0052704D">
        <w:rPr>
          <w:rFonts w:cs="Latha"/>
          <w:sz w:val="18"/>
          <w:szCs w:val="18"/>
        </w:rPr>
        <w:t xml:space="preserve">, </w:t>
      </w:r>
      <w:r w:rsidRPr="0052704D">
        <w:rPr>
          <w:rFonts w:cs="Latha"/>
          <w:sz w:val="18"/>
          <w:szCs w:val="18"/>
          <w:cs/>
        </w:rPr>
        <w:t>அவர்களுக்கு  செவி</w:t>
      </w:r>
      <w:r w:rsidR="00957F75">
        <w:rPr>
          <w:rFonts w:cs="Latha"/>
          <w:sz w:val="18"/>
          <w:szCs w:val="18"/>
        </w:rPr>
        <w:t xml:space="preserve"> </w:t>
      </w:r>
      <w:r w:rsidRPr="0052704D">
        <w:rPr>
          <w:rFonts w:cs="Latha"/>
          <w:sz w:val="18"/>
          <w:szCs w:val="18"/>
          <w:cs/>
        </w:rPr>
        <w:t>கொடுத்து எல்லோருக்கும் சிறந்ததைச்  செய்யவேவண்டும்</w:t>
      </w:r>
    </w:p>
    <w:p w:rsidR="0014289E" w:rsidRPr="0014289E" w:rsidRDefault="0014289E" w:rsidP="0014289E">
      <w:pPr>
        <w:rPr>
          <w:rFonts w:cs="Latha"/>
          <w:b/>
          <w:bCs/>
          <w:sz w:val="18"/>
          <w:szCs w:val="18"/>
        </w:rPr>
      </w:pPr>
    </w:p>
    <w:p w:rsidR="0014289E" w:rsidRDefault="0052704D" w:rsidP="0044144E">
      <w:pPr>
        <w:rPr>
          <w:rFonts w:cs="Latha"/>
          <w:b/>
          <w:bCs/>
          <w:sz w:val="18"/>
          <w:szCs w:val="18"/>
        </w:rPr>
      </w:pPr>
      <w:r w:rsidRPr="0052704D">
        <w:rPr>
          <w:rFonts w:cs="Latha"/>
          <w:b/>
          <w:bCs/>
          <w:sz w:val="18"/>
          <w:szCs w:val="18"/>
          <w:cs/>
        </w:rPr>
        <w:t>சிறைச்சாலையின் தங்கள் மேல் முறையீட்டுக்கான பதில்</w:t>
      </w:r>
      <w:r>
        <w:rPr>
          <w:rFonts w:cs="Latha"/>
          <w:b/>
          <w:bCs/>
          <w:sz w:val="18"/>
          <w:szCs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704D" w:rsidTr="0052704D">
        <w:tc>
          <w:tcPr>
            <w:tcW w:w="9016" w:type="dxa"/>
          </w:tcPr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9346A7" w:rsidRDefault="009346A7" w:rsidP="0044144E">
            <w:pPr>
              <w:rPr>
                <w:b/>
                <w:bCs/>
                <w:sz w:val="18"/>
                <w:szCs w:val="18"/>
              </w:rPr>
            </w:pPr>
          </w:p>
          <w:p w:rsidR="009346A7" w:rsidRDefault="009346A7" w:rsidP="0044144E">
            <w:pPr>
              <w:rPr>
                <w:b/>
                <w:bCs/>
                <w:sz w:val="18"/>
                <w:szCs w:val="18"/>
              </w:rPr>
            </w:pPr>
          </w:p>
          <w:p w:rsidR="009346A7" w:rsidRDefault="009346A7" w:rsidP="0044144E">
            <w:pPr>
              <w:rPr>
                <w:b/>
                <w:bCs/>
                <w:sz w:val="18"/>
                <w:szCs w:val="18"/>
              </w:rPr>
            </w:pPr>
          </w:p>
          <w:p w:rsidR="009346A7" w:rsidRDefault="009346A7" w:rsidP="0044144E">
            <w:pPr>
              <w:rPr>
                <w:b/>
                <w:bCs/>
                <w:sz w:val="18"/>
                <w:szCs w:val="18"/>
              </w:rPr>
            </w:pPr>
          </w:p>
          <w:p w:rsidR="009346A7" w:rsidRDefault="009346A7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  <w:p w:rsidR="0052704D" w:rsidRDefault="0052704D" w:rsidP="0044144E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52704D" w:rsidRDefault="0052704D" w:rsidP="0044144E">
      <w:pPr>
        <w:rPr>
          <w:b/>
          <w:bCs/>
          <w:sz w:val="18"/>
          <w:szCs w:val="18"/>
        </w:rPr>
      </w:pPr>
    </w:p>
    <w:p w:rsidR="0052704D" w:rsidRDefault="0052704D" w:rsidP="0044144E">
      <w:pPr>
        <w:rPr>
          <w:rFonts w:cs="Latha"/>
          <w:b/>
          <w:bCs/>
          <w:sz w:val="18"/>
          <w:szCs w:val="18"/>
        </w:rPr>
      </w:pPr>
      <w:r w:rsidRPr="0052704D">
        <w:rPr>
          <w:rFonts w:cs="Latha"/>
          <w:b/>
          <w:bCs/>
          <w:sz w:val="18"/>
          <w:szCs w:val="18"/>
          <w:cs/>
        </w:rPr>
        <w:t>உறுபினரின் பெயர்:                                           நிலைப்பாடு:</w:t>
      </w:r>
    </w:p>
    <w:p w:rsidR="00FA6480" w:rsidRDefault="00FA6480" w:rsidP="00FA6480">
      <w:pPr>
        <w:rPr>
          <w:rFonts w:cs="Latha"/>
          <w:b/>
          <w:bCs/>
          <w:sz w:val="16"/>
          <w:szCs w:val="16"/>
        </w:rPr>
      </w:pPr>
      <w:r w:rsidRPr="00FA6480">
        <w:rPr>
          <w:rFonts w:cs="Latha"/>
          <w:b/>
          <w:bCs/>
          <w:sz w:val="16"/>
          <w:szCs w:val="16"/>
          <w:cs/>
        </w:rPr>
        <w:t>கையொப்பம்</w:t>
      </w:r>
      <w:r w:rsidRPr="00FA6480">
        <w:rPr>
          <w:rFonts w:cs="Latha"/>
          <w:b/>
          <w:bCs/>
          <w:sz w:val="16"/>
          <w:szCs w:val="16"/>
        </w:rPr>
        <w:t xml:space="preserve">:                                           </w:t>
      </w:r>
      <w:r w:rsidR="007D0682">
        <w:rPr>
          <w:rFonts w:cs="Latha"/>
          <w:b/>
          <w:bCs/>
          <w:sz w:val="16"/>
          <w:szCs w:val="16"/>
        </w:rPr>
        <w:t xml:space="preserve">                                                                        </w:t>
      </w:r>
      <w:r w:rsidRPr="00FA6480">
        <w:rPr>
          <w:rFonts w:cs="Latha"/>
          <w:b/>
          <w:bCs/>
          <w:sz w:val="16"/>
          <w:szCs w:val="16"/>
        </w:rPr>
        <w:t xml:space="preserve">           </w:t>
      </w:r>
      <w:r w:rsidRPr="00FA6480">
        <w:rPr>
          <w:rFonts w:cs="Latha"/>
          <w:b/>
          <w:bCs/>
          <w:sz w:val="16"/>
          <w:szCs w:val="16"/>
          <w:cs/>
        </w:rPr>
        <w:t>தேதி</w:t>
      </w:r>
      <w:r w:rsidRPr="00FA6480">
        <w:rPr>
          <w:rFonts w:cs="Latha"/>
          <w:b/>
          <w:bCs/>
          <w:sz w:val="16"/>
          <w:szCs w:val="16"/>
        </w:rPr>
        <w:t>:</w:t>
      </w:r>
    </w:p>
    <w:p w:rsidR="00FA6480" w:rsidRDefault="00FA6480" w:rsidP="00FA6480">
      <w:pPr>
        <w:rPr>
          <w:rFonts w:cs="Latha"/>
          <w:b/>
          <w:bCs/>
          <w:sz w:val="16"/>
          <w:szCs w:val="16"/>
        </w:rPr>
      </w:pPr>
    </w:p>
    <w:p w:rsidR="00FA6480" w:rsidRDefault="00FA6480" w:rsidP="00FA6480">
      <w:pPr>
        <w:rPr>
          <w:rFonts w:cs="Latha"/>
          <w:b/>
          <w:bCs/>
          <w:sz w:val="16"/>
          <w:szCs w:val="16"/>
        </w:rPr>
      </w:pPr>
    </w:p>
    <w:p w:rsidR="00FA6480" w:rsidRDefault="00FA6480" w:rsidP="00FA6480">
      <w:pPr>
        <w:rPr>
          <w:rFonts w:cs="Latha"/>
          <w:b/>
          <w:bCs/>
          <w:sz w:val="16"/>
          <w:szCs w:val="16"/>
        </w:rPr>
      </w:pPr>
    </w:p>
    <w:p w:rsidR="00FA6480" w:rsidRDefault="00FA6480" w:rsidP="00FA6480">
      <w:pPr>
        <w:rPr>
          <w:rFonts w:cs="Latha"/>
          <w:b/>
          <w:bCs/>
          <w:sz w:val="16"/>
          <w:szCs w:val="16"/>
        </w:rPr>
      </w:pPr>
    </w:p>
    <w:sectPr w:rsidR="00FA648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F57" w:rsidRDefault="00421F57" w:rsidP="00421F57">
      <w:pPr>
        <w:spacing w:after="0" w:line="240" w:lineRule="auto"/>
      </w:pPr>
      <w:r>
        <w:separator/>
      </w:r>
    </w:p>
  </w:endnote>
  <w:endnote w:type="continuationSeparator" w:id="0">
    <w:p w:rsidR="00421F57" w:rsidRDefault="00421F57" w:rsidP="0042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A14" w:rsidRPr="00392A14" w:rsidRDefault="00392A14">
    <w:pPr>
      <w:pBdr>
        <w:left w:val="single" w:sz="12" w:space="11" w:color="4472C4" w:themeColor="accent1"/>
      </w:pBdr>
      <w:tabs>
        <w:tab w:val="left" w:pos="622"/>
      </w:tabs>
      <w:spacing w:after="0"/>
      <w:rPr>
        <w:rFonts w:ascii="Arial" w:eastAsiaTheme="majorEastAsia" w:hAnsi="Arial" w:cs="Arial"/>
        <w:color w:val="2F5496" w:themeColor="accent1" w:themeShade="BF"/>
        <w:sz w:val="26"/>
        <w:szCs w:val="26"/>
      </w:rPr>
    </w:pPr>
    <w:r w:rsidRPr="00392A14">
      <w:rPr>
        <w:rFonts w:ascii="Arial" w:eastAsiaTheme="majorEastAsia" w:hAnsi="Arial" w:cs="Arial"/>
        <w:color w:val="2F5496" w:themeColor="accent1" w:themeShade="BF"/>
        <w:sz w:val="26"/>
        <w:szCs w:val="26"/>
      </w:rPr>
      <w:t xml:space="preserve">Comp 1A Tamil </w:t>
    </w:r>
    <w:r w:rsidRPr="00392A14">
      <w:rPr>
        <w:rFonts w:ascii="Arial" w:eastAsiaTheme="majorEastAsia" w:hAnsi="Arial" w:cs="Arial"/>
        <w:color w:val="2F5496" w:themeColor="accent1" w:themeShade="BF"/>
        <w:sz w:val="26"/>
        <w:szCs w:val="26"/>
      </w:rPr>
      <w:fldChar w:fldCharType="begin"/>
    </w:r>
    <w:r w:rsidRPr="00392A14">
      <w:rPr>
        <w:rFonts w:ascii="Arial" w:eastAsiaTheme="majorEastAsia" w:hAnsi="Arial" w:cs="Arial"/>
        <w:color w:val="2F5496" w:themeColor="accent1" w:themeShade="BF"/>
        <w:sz w:val="26"/>
        <w:szCs w:val="26"/>
      </w:rPr>
      <w:instrText xml:space="preserve"> PAGE   \* MERGEFORMAT </w:instrText>
    </w:r>
    <w:r w:rsidRPr="00392A14">
      <w:rPr>
        <w:rFonts w:ascii="Arial" w:eastAsiaTheme="majorEastAsia" w:hAnsi="Arial" w:cs="Arial"/>
        <w:color w:val="2F5496" w:themeColor="accent1" w:themeShade="BF"/>
        <w:sz w:val="26"/>
        <w:szCs w:val="26"/>
      </w:rPr>
      <w:fldChar w:fldCharType="separate"/>
    </w:r>
    <w:r w:rsidR="00C937BE">
      <w:rPr>
        <w:rFonts w:ascii="Arial" w:eastAsiaTheme="majorEastAsia" w:hAnsi="Arial" w:cs="Arial"/>
        <w:noProof/>
        <w:color w:val="2F5496" w:themeColor="accent1" w:themeShade="BF"/>
        <w:sz w:val="26"/>
        <w:szCs w:val="26"/>
      </w:rPr>
      <w:t>1</w:t>
    </w:r>
    <w:r w:rsidRPr="00392A14">
      <w:rPr>
        <w:rFonts w:ascii="Arial" w:eastAsiaTheme="majorEastAsia" w:hAnsi="Arial" w:cs="Arial"/>
        <w:noProof/>
        <w:color w:val="2F5496" w:themeColor="accent1" w:themeShade="BF"/>
        <w:sz w:val="26"/>
        <w:szCs w:val="26"/>
      </w:rPr>
      <w:fldChar w:fldCharType="end"/>
    </w:r>
  </w:p>
  <w:p w:rsidR="00421F57" w:rsidRDefault="00421F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F57" w:rsidRDefault="00421F57" w:rsidP="00421F57">
      <w:pPr>
        <w:spacing w:after="0" w:line="240" w:lineRule="auto"/>
      </w:pPr>
      <w:r>
        <w:separator/>
      </w:r>
    </w:p>
  </w:footnote>
  <w:footnote w:type="continuationSeparator" w:id="0">
    <w:p w:rsidR="00421F57" w:rsidRDefault="00421F57" w:rsidP="00421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21A06"/>
    <w:multiLevelType w:val="hybridMultilevel"/>
    <w:tmpl w:val="33189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F009C"/>
    <w:multiLevelType w:val="hybridMultilevel"/>
    <w:tmpl w:val="2108B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C0069"/>
    <w:multiLevelType w:val="hybridMultilevel"/>
    <w:tmpl w:val="C12A1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59"/>
    <w:rsid w:val="0014289E"/>
    <w:rsid w:val="001531FC"/>
    <w:rsid w:val="00253659"/>
    <w:rsid w:val="00392A14"/>
    <w:rsid w:val="00421F57"/>
    <w:rsid w:val="0044144E"/>
    <w:rsid w:val="00496E49"/>
    <w:rsid w:val="00505A08"/>
    <w:rsid w:val="0052704D"/>
    <w:rsid w:val="007D0682"/>
    <w:rsid w:val="009346A7"/>
    <w:rsid w:val="00957F75"/>
    <w:rsid w:val="00976A3A"/>
    <w:rsid w:val="00A5473A"/>
    <w:rsid w:val="00C719A6"/>
    <w:rsid w:val="00C937BE"/>
    <w:rsid w:val="00FA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686E1A-4B85-4CCF-AE14-55B35480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659"/>
    <w:pPr>
      <w:ind w:left="720"/>
      <w:contextualSpacing/>
    </w:pPr>
  </w:style>
  <w:style w:type="table" w:styleId="TableGrid">
    <w:name w:val="Table Grid"/>
    <w:basedOn w:val="TableNormal"/>
    <w:uiPriority w:val="39"/>
    <w:rsid w:val="0044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1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1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F57"/>
  </w:style>
  <w:style w:type="paragraph" w:styleId="Footer">
    <w:name w:val="footer"/>
    <w:basedOn w:val="Normal"/>
    <w:link w:val="FooterChar"/>
    <w:uiPriority w:val="99"/>
    <w:unhideWhenUsed/>
    <w:rsid w:val="00421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2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CF7301C6674429D88A002C1B419BE" ma:contentTypeVersion="15" ma:contentTypeDescription="Create a new document." ma:contentTypeScope="" ma:versionID="bfd947b5cc9321c3180115823be160be">
  <xsd:schema xmlns:xsd="http://www.w3.org/2001/XMLSchema" xmlns:xs="http://www.w3.org/2001/XMLSchema" xmlns:p="http://schemas.microsoft.com/office/2006/metadata/properties" xmlns:ns2="a70322e1-a38b-42c5-8c13-fe2a0eec7b33" xmlns:ns3="df47f593-3511-4cc3-ad96-2f2ab4207d77" xmlns:ns4="5c36e431-3707-4824-8a16-245c43ff4df6" xmlns:ns5="2517135d-f9d0-49cb-9582-eabfcdb92ba7" targetNamespace="http://schemas.microsoft.com/office/2006/metadata/properties" ma:root="true" ma:fieldsID="894ebc3f7c9f9c499100b2d584afb080" ns2:_="" ns3:_="" ns4:_="" ns5:_="">
    <xsd:import namespace="a70322e1-a38b-42c5-8c13-fe2a0eec7b33"/>
    <xsd:import namespace="df47f593-3511-4cc3-ad96-2f2ab4207d77"/>
    <xsd:import namespace="5c36e431-3707-4824-8a16-245c43ff4df6"/>
    <xsd:import namespace="2517135d-f9d0-49cb-9582-eabfcdb92b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KeyPoints" minOccurs="0"/>
                <xsd:element ref="ns3:MediaLengthInSecond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22e1-a38b-42c5-8c13-fe2a0eec7b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7f593-3511-4cc3-ad96-2f2ab4207d77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6e431-3707-4824-8a16-245c43ff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7135d-f9d0-49cb-9582-eabfcdb92ba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38b16cd-40f2-4d5d-92cc-f84f405b129c}" ma:internalName="TaxCatchAll" ma:showField="CatchAllData" ma:web="2517135d-f9d0-49cb-9582-eabfcdb92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5DBCE-4B42-4301-896E-BAF63F505678}"/>
</file>

<file path=customXml/itemProps2.xml><?xml version="1.0" encoding="utf-8"?>
<ds:datastoreItem xmlns:ds="http://schemas.openxmlformats.org/officeDocument/2006/customXml" ds:itemID="{4BFFD12D-F621-4F45-9398-7C40AFADADED}"/>
</file>

<file path=docProps/app.xml><?xml version="1.0" encoding="utf-8"?>
<Properties xmlns="http://schemas.openxmlformats.org/officeDocument/2006/extended-properties" xmlns:vt="http://schemas.openxmlformats.org/officeDocument/2006/docPropsVTypes">
  <Template>651267BF</Template>
  <TotalTime>0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 Arun</dc:creator>
  <cp:keywords/>
  <dc:description/>
  <cp:lastModifiedBy>Bartlett, Andrew [NOMS]</cp:lastModifiedBy>
  <cp:revision>2</cp:revision>
  <dcterms:created xsi:type="dcterms:W3CDTF">2019-08-23T08:32:00Z</dcterms:created>
  <dcterms:modified xsi:type="dcterms:W3CDTF">2019-08-23T08:32:00Z</dcterms:modified>
</cp:coreProperties>
</file>